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209FF3D" w:rsidR="009A54BB" w:rsidRDefault="003D6321" w:rsidP="009A54BB">
      <w:r>
        <w:t>Wastafel</w:t>
      </w:r>
      <w:r w:rsidR="009A54BB">
        <w:t xml:space="preserve"> vervaardigd uit sanitair porselein </w:t>
      </w:r>
      <w:r w:rsidR="00CC7E59">
        <w:t xml:space="preserve">zonder </w:t>
      </w:r>
      <w:proofErr w:type="spellStart"/>
      <w:r w:rsidR="00CC7E59">
        <w:t>kraangat</w:t>
      </w:r>
      <w:proofErr w:type="spellEnd"/>
      <w:r w:rsidR="00CC7E59">
        <w:t xml:space="preserve"> met</w:t>
      </w:r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379056F4" w:rsidR="005B2622" w:rsidRDefault="005B2622" w:rsidP="005B2622">
      <w:r>
        <w:t xml:space="preserve">De overloop is </w:t>
      </w:r>
      <w:r w:rsidR="002F437F">
        <w:t xml:space="preserve">centraal </w:t>
      </w:r>
      <w:r>
        <w:t>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51355099" w:rsidR="009A54BB" w:rsidRDefault="009A54BB" w:rsidP="009A54BB">
      <w:r>
        <w:t xml:space="preserve">Het kraanvlak is volledig vlak </w:t>
      </w:r>
      <w:r w:rsidR="00CF2BA8">
        <w:t xml:space="preserve">en er is geen </w:t>
      </w:r>
      <w:proofErr w:type="spellStart"/>
      <w:r w:rsidR="00CF2BA8">
        <w:t>kraangat</w:t>
      </w:r>
      <w:proofErr w:type="spellEnd"/>
      <w:r w:rsidR="00CF2BA8">
        <w:t xml:space="preserve"> voorzien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2704C44" w:rsidR="00DD0E11" w:rsidRDefault="005F4D52" w:rsidP="00DD0E11">
      <w:r>
        <w:t>Diepte:</w:t>
      </w:r>
      <w:r>
        <w:tab/>
      </w:r>
      <w:r w:rsidR="00174A33">
        <w:t>50</w:t>
      </w:r>
      <w:r>
        <w:t>cm</w:t>
      </w:r>
    </w:p>
    <w:p w14:paraId="6B0FFA37" w14:textId="29DE0683" w:rsidR="005F4D52" w:rsidRDefault="005F4D52" w:rsidP="00DD0E11">
      <w:r>
        <w:t>Breedte:</w:t>
      </w:r>
      <w:r>
        <w:tab/>
      </w:r>
      <w:r w:rsidR="00174A33">
        <w:t>65</w:t>
      </w:r>
      <w:r>
        <w:t>cm</w:t>
      </w:r>
    </w:p>
    <w:p w14:paraId="5EFEF3A2" w14:textId="06E7CC72" w:rsidR="005F4D52" w:rsidRDefault="005F4D52" w:rsidP="00DD0E11">
      <w:r>
        <w:t>Hoogte:</w:t>
      </w:r>
      <w:r>
        <w:tab/>
      </w:r>
      <w:r w:rsidR="00CC7E59">
        <w:t>1</w:t>
      </w:r>
      <w:r w:rsidR="00174A33">
        <w:t>8</w:t>
      </w:r>
      <w:r w:rsidR="00CC7E59">
        <w:t>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707635B5" w:rsidR="008A5169" w:rsidRDefault="00544EA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01F754AA" wp14:editId="0D27DC4B">
            <wp:extent cx="5977255" cy="311150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BC8F8" w14:textId="77777777" w:rsidR="00EF5AB9" w:rsidRDefault="00EF5AB9">
      <w:r>
        <w:separator/>
      </w:r>
    </w:p>
  </w:endnote>
  <w:endnote w:type="continuationSeparator" w:id="0">
    <w:p w14:paraId="3BE08889" w14:textId="77777777" w:rsidR="00EF5AB9" w:rsidRDefault="00EF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69940" w14:textId="77777777" w:rsidR="00E26285" w:rsidRDefault="00E2628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F7C39" w14:textId="77777777" w:rsidR="00E26285" w:rsidRDefault="00E2628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CAF26" w14:textId="77777777" w:rsidR="00EF5AB9" w:rsidRDefault="00EF5AB9">
      <w:r>
        <w:separator/>
      </w:r>
    </w:p>
  </w:footnote>
  <w:footnote w:type="continuationSeparator" w:id="0">
    <w:p w14:paraId="1645D413" w14:textId="77777777" w:rsidR="00EF5AB9" w:rsidRDefault="00EF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2D51B" w14:textId="77777777" w:rsidR="00E26285" w:rsidRDefault="00E2628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6E1C75B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CF2BA8">
      <w:rPr>
        <w:rFonts w:ascii="Arial" w:hAnsi="Arial" w:cs="Arial"/>
        <w:b/>
        <w:szCs w:val="24"/>
        <w:lang w:val="nl-BE"/>
      </w:rPr>
      <w:t>Sel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1B95AB6B" w:rsidR="009A54BB" w:rsidRDefault="00CF2BA8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Zonder </w:t>
    </w:r>
    <w:proofErr w:type="spellStart"/>
    <w:r w:rsidR="009A54BB"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65720" w14:textId="77777777" w:rsidR="00E26285" w:rsidRDefault="00E2628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71638197">
    <w:abstractNumId w:val="18"/>
  </w:num>
  <w:num w:numId="2" w16cid:durableId="2113893317">
    <w:abstractNumId w:val="24"/>
  </w:num>
  <w:num w:numId="3" w16cid:durableId="300111476">
    <w:abstractNumId w:val="4"/>
  </w:num>
  <w:num w:numId="4" w16cid:durableId="994532530">
    <w:abstractNumId w:val="3"/>
  </w:num>
  <w:num w:numId="5" w16cid:durableId="162284917">
    <w:abstractNumId w:val="14"/>
  </w:num>
  <w:num w:numId="6" w16cid:durableId="1053039995">
    <w:abstractNumId w:val="16"/>
  </w:num>
  <w:num w:numId="7" w16cid:durableId="1168710404">
    <w:abstractNumId w:val="6"/>
  </w:num>
  <w:num w:numId="8" w16cid:durableId="1466504210">
    <w:abstractNumId w:val="21"/>
  </w:num>
  <w:num w:numId="9" w16cid:durableId="2099518782">
    <w:abstractNumId w:val="27"/>
  </w:num>
  <w:num w:numId="10" w16cid:durableId="1145128545">
    <w:abstractNumId w:val="2"/>
  </w:num>
  <w:num w:numId="11" w16cid:durableId="633490470">
    <w:abstractNumId w:val="13"/>
  </w:num>
  <w:num w:numId="12" w16cid:durableId="1973711219">
    <w:abstractNumId w:val="12"/>
  </w:num>
  <w:num w:numId="13" w16cid:durableId="962689370">
    <w:abstractNumId w:val="26"/>
  </w:num>
  <w:num w:numId="14" w16cid:durableId="1253005815">
    <w:abstractNumId w:val="8"/>
  </w:num>
  <w:num w:numId="15" w16cid:durableId="1657110093">
    <w:abstractNumId w:val="0"/>
  </w:num>
  <w:num w:numId="16" w16cid:durableId="45181394">
    <w:abstractNumId w:val="11"/>
  </w:num>
  <w:num w:numId="17" w16cid:durableId="459418522">
    <w:abstractNumId w:val="5"/>
  </w:num>
  <w:num w:numId="18" w16cid:durableId="701058335">
    <w:abstractNumId w:val="22"/>
  </w:num>
  <w:num w:numId="19" w16cid:durableId="2017415054">
    <w:abstractNumId w:val="23"/>
  </w:num>
  <w:num w:numId="20" w16cid:durableId="1624189425">
    <w:abstractNumId w:val="20"/>
  </w:num>
  <w:num w:numId="21" w16cid:durableId="1645156826">
    <w:abstractNumId w:val="19"/>
  </w:num>
  <w:num w:numId="22" w16cid:durableId="1281838540">
    <w:abstractNumId w:val="15"/>
  </w:num>
  <w:num w:numId="23" w16cid:durableId="729042318">
    <w:abstractNumId w:val="25"/>
  </w:num>
  <w:num w:numId="24" w16cid:durableId="999427795">
    <w:abstractNumId w:val="9"/>
  </w:num>
  <w:num w:numId="25" w16cid:durableId="989556515">
    <w:abstractNumId w:val="10"/>
  </w:num>
  <w:num w:numId="26" w16cid:durableId="258173809">
    <w:abstractNumId w:val="1"/>
  </w:num>
  <w:num w:numId="27" w16cid:durableId="1573469273">
    <w:abstractNumId w:val="17"/>
  </w:num>
  <w:num w:numId="28" w16cid:durableId="10664881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4A33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37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44EA2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C7E59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2BA8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AB9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8DF6E00-13CD-4CFB-8BB3-2414581C7652}"/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BA5B-6AFA-4ADD-BB1F-79B6CF2686FF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256ffaf-32c2-4ef8-b6e1-7613ce31a18f"/>
    <ds:schemaRef ds:uri="17d37a4d-1901-487a-8e58-d338e641c52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265</TotalTime>
  <Pages>2</Pages>
  <Words>176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29</cp:revision>
  <cp:lastPrinted>2011-12-15T11:14:00Z</cp:lastPrinted>
  <dcterms:created xsi:type="dcterms:W3CDTF">2020-03-10T16:23:00Z</dcterms:created>
  <dcterms:modified xsi:type="dcterms:W3CDTF">2023-11-02T08:18:00Z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